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E2B3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2B3F">
        <w:rPr>
          <w:rFonts w:ascii="Corbel" w:hAnsi="Corbel"/>
          <w:sz w:val="20"/>
          <w:szCs w:val="20"/>
        </w:rPr>
        <w:t>2020/2021 i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C4B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C4B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61612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Gruca-Miąsik,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61612" w:rsidRDefault="00261612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UR, dr Wiesława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  <w:r w:rsidR="00DE560D">
        <w:rPr>
          <w:rFonts w:ascii="Corbel" w:hAnsi="Corbel"/>
          <w:b w:val="0"/>
          <w:smallCaps w:val="0"/>
          <w:szCs w:val="24"/>
        </w:rPr>
        <w:t xml:space="preserve"> ustny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B907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B9072D" w:rsidRPr="009C54AE" w:rsidRDefault="00B9072D" w:rsidP="00B907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i zadania żłobka, poradni psychologiczno-pedagogicznej, PCPR, MOPS, GOPS i innych instytucji pracujących na rzecz dzieci i młodzieży, i wykorzystujących metody pracy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lastRenderedPageBreak/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moralna z perspektywy familiologa</w:t>
            </w:r>
            <w:r>
              <w:rPr>
                <w:rFonts w:ascii="Corbel" w:hAnsi="Corbel"/>
                <w:sz w:val="24"/>
                <w:szCs w:val="24"/>
              </w:rPr>
              <w:t xml:space="preserve"> [w] U. Gruca-Miąsik (red)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Familiologia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A5" w:rsidRDefault="00550BA5" w:rsidP="00C16ABF">
      <w:pPr>
        <w:spacing w:after="0" w:line="240" w:lineRule="auto"/>
      </w:pPr>
      <w:r>
        <w:separator/>
      </w:r>
    </w:p>
  </w:endnote>
  <w:endnote w:type="continuationSeparator" w:id="0">
    <w:p w:rsidR="00550BA5" w:rsidRDefault="00550B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A5" w:rsidRDefault="00550BA5" w:rsidP="00C16ABF">
      <w:pPr>
        <w:spacing w:after="0" w:line="240" w:lineRule="auto"/>
      </w:pPr>
      <w:r>
        <w:separator/>
      </w:r>
    </w:p>
  </w:footnote>
  <w:footnote w:type="continuationSeparator" w:id="0">
    <w:p w:rsidR="00550BA5" w:rsidRDefault="00550B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61612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C4BB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50BA5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3BC3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66FF9"/>
    <w:rsid w:val="00B7432F"/>
    <w:rsid w:val="00B75946"/>
    <w:rsid w:val="00B8056E"/>
    <w:rsid w:val="00B819C8"/>
    <w:rsid w:val="00B82308"/>
    <w:rsid w:val="00B9072D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713"/>
    <w:rsid w:val="00C94B98"/>
    <w:rsid w:val="00C950D2"/>
    <w:rsid w:val="00CA2B96"/>
    <w:rsid w:val="00CA5089"/>
    <w:rsid w:val="00CB42CB"/>
    <w:rsid w:val="00CD53EF"/>
    <w:rsid w:val="00CD6897"/>
    <w:rsid w:val="00CE2B3F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1B9"/>
    <w:rsid w:val="00D552B2"/>
    <w:rsid w:val="00D608D1"/>
    <w:rsid w:val="00D74119"/>
    <w:rsid w:val="00D8075B"/>
    <w:rsid w:val="00D83602"/>
    <w:rsid w:val="00D8678B"/>
    <w:rsid w:val="00DA2114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96F4E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5032-346D-4475-A73B-B7285040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1463</Words>
  <Characters>8783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2019-12-11T13:10:00Z</cp:lastPrinted>
  <dcterms:created xsi:type="dcterms:W3CDTF">2019-11-18T12:42:00Z</dcterms:created>
  <dcterms:modified xsi:type="dcterms:W3CDTF">2021-10-04T11:11:00Z</dcterms:modified>
</cp:coreProperties>
</file>